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D9" w:rsidRDefault="00D94AD9" w:rsidP="006A541A">
      <w:pPr>
        <w:tabs>
          <w:tab w:val="left" w:pos="4155"/>
        </w:tabs>
        <w:jc w:val="center"/>
        <w:rPr>
          <w:b/>
        </w:rPr>
      </w:pPr>
      <w:r>
        <w:rPr>
          <w:b/>
        </w:rPr>
        <w:t>АДМИНИСТРАЦИЯ КОЛЫБЕЛЬСКОГО СЕЛЬСКОГО ПОСЕЛЕНИЯ ЛИСКИНСКОГО МУНИЦИПАЛЬНОГО РАЙОНА ВОРОНЕЖСКОЙ ОБЛАСТИ</w:t>
      </w:r>
    </w:p>
    <w:p w:rsidR="00D94AD9" w:rsidRDefault="00D94AD9" w:rsidP="006A541A">
      <w:pPr>
        <w:tabs>
          <w:tab w:val="left" w:pos="4155"/>
        </w:tabs>
        <w:jc w:val="center"/>
        <w:rPr>
          <w:b/>
        </w:rPr>
      </w:pPr>
    </w:p>
    <w:p w:rsidR="00D94AD9" w:rsidRPr="003A7187" w:rsidRDefault="00D94AD9" w:rsidP="006A541A">
      <w:pPr>
        <w:tabs>
          <w:tab w:val="left" w:pos="4155"/>
        </w:tabs>
        <w:jc w:val="center"/>
        <w:rPr>
          <w:b/>
        </w:rPr>
      </w:pPr>
    </w:p>
    <w:p w:rsidR="00D94AD9" w:rsidRPr="000B3F3C" w:rsidRDefault="00D94AD9" w:rsidP="006A541A">
      <w:pPr>
        <w:tabs>
          <w:tab w:val="left" w:pos="4155"/>
        </w:tabs>
        <w:jc w:val="center"/>
        <w:rPr>
          <w:sz w:val="16"/>
          <w:szCs w:val="16"/>
        </w:rPr>
      </w:pPr>
    </w:p>
    <w:p w:rsidR="00D94AD9" w:rsidRDefault="00D94AD9" w:rsidP="006A541A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Pr="003A7187">
        <w:rPr>
          <w:b/>
          <w:sz w:val="32"/>
          <w:szCs w:val="32"/>
        </w:rPr>
        <w:t>П О С Т А Н О В Л Е Н И Е</w:t>
      </w:r>
    </w:p>
    <w:p w:rsidR="00D94AD9" w:rsidRDefault="00D94AD9" w:rsidP="006A541A">
      <w:pPr>
        <w:tabs>
          <w:tab w:val="left" w:pos="4155"/>
        </w:tabs>
        <w:rPr>
          <w:b/>
        </w:rPr>
      </w:pPr>
    </w:p>
    <w:p w:rsidR="00D94AD9" w:rsidRDefault="00D94AD9" w:rsidP="006A541A">
      <w:pPr>
        <w:tabs>
          <w:tab w:val="left" w:pos="4155"/>
        </w:tabs>
      </w:pPr>
      <w:r>
        <w:t>от «05</w:t>
      </w:r>
      <w:r w:rsidRPr="003A7187">
        <w:t>»</w:t>
      </w:r>
      <w:r>
        <w:t xml:space="preserve">  декабря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№ 115           </w:t>
      </w:r>
    </w:p>
    <w:p w:rsidR="00D94AD9" w:rsidRDefault="00D94AD9" w:rsidP="00197AD9">
      <w:pPr>
        <w:tabs>
          <w:tab w:val="left" w:pos="4155"/>
        </w:tabs>
      </w:pPr>
      <w:r w:rsidRPr="00682C20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</w:t>
      </w:r>
      <w:bookmarkStart w:id="0" w:name="_GoBack"/>
      <w:bookmarkEnd w:id="0"/>
      <w:r w:rsidRPr="00682C20">
        <w:rPr>
          <w:sz w:val="20"/>
          <w:szCs w:val="20"/>
        </w:rPr>
        <w:t xml:space="preserve">       с.</w:t>
      </w:r>
      <w:r>
        <w:rPr>
          <w:sz w:val="20"/>
          <w:szCs w:val="20"/>
        </w:rPr>
        <w:t>Колыбелка</w:t>
      </w:r>
    </w:p>
    <w:p w:rsidR="00D94AD9" w:rsidRDefault="00D94AD9"/>
    <w:p w:rsidR="00D94AD9" w:rsidRPr="006A541A" w:rsidRDefault="00D94AD9">
      <w:pPr>
        <w:rPr>
          <w:b/>
        </w:rPr>
      </w:pPr>
      <w:r w:rsidRPr="006A541A">
        <w:rPr>
          <w:b/>
        </w:rPr>
        <w:t xml:space="preserve">Об утверждении Порядка размещения </w:t>
      </w:r>
    </w:p>
    <w:p w:rsidR="00D94AD9" w:rsidRPr="006A541A" w:rsidRDefault="00D94AD9">
      <w:pPr>
        <w:rPr>
          <w:b/>
        </w:rPr>
      </w:pPr>
      <w:r w:rsidRPr="006A541A">
        <w:rPr>
          <w:b/>
        </w:rPr>
        <w:t xml:space="preserve">сведений о доходах, расходах, об имуществе </w:t>
      </w:r>
    </w:p>
    <w:p w:rsidR="00D94AD9" w:rsidRPr="006A541A" w:rsidRDefault="00D94AD9">
      <w:pPr>
        <w:rPr>
          <w:b/>
        </w:rPr>
      </w:pPr>
      <w:r w:rsidRPr="006A541A">
        <w:rPr>
          <w:b/>
        </w:rPr>
        <w:t xml:space="preserve">и обязательствах имущественного характера </w:t>
      </w:r>
    </w:p>
    <w:p w:rsidR="00D94AD9" w:rsidRDefault="00D94AD9">
      <w:pPr>
        <w:rPr>
          <w:b/>
        </w:rPr>
      </w:pPr>
      <w:r>
        <w:rPr>
          <w:b/>
        </w:rPr>
        <w:t xml:space="preserve">лиц, замещающих  должности муниципальной </w:t>
      </w:r>
    </w:p>
    <w:p w:rsidR="00D94AD9" w:rsidRDefault="00D94AD9">
      <w:pPr>
        <w:rPr>
          <w:b/>
        </w:rPr>
      </w:pPr>
      <w:r>
        <w:rPr>
          <w:b/>
        </w:rPr>
        <w:t>службы, а также</w:t>
      </w:r>
      <w:r w:rsidRPr="006A541A">
        <w:rPr>
          <w:b/>
        </w:rPr>
        <w:t xml:space="preserve"> </w:t>
      </w:r>
    </w:p>
    <w:p w:rsidR="00D94AD9" w:rsidRDefault="00D94AD9">
      <w:pPr>
        <w:rPr>
          <w:b/>
        </w:rPr>
      </w:pPr>
      <w:r w:rsidRPr="006A541A">
        <w:rPr>
          <w:b/>
        </w:rPr>
        <w:t xml:space="preserve">членов их семей на официальном сайте </w:t>
      </w:r>
    </w:p>
    <w:p w:rsidR="00D94AD9" w:rsidRPr="006A541A" w:rsidRDefault="00D94AD9">
      <w:pPr>
        <w:rPr>
          <w:b/>
        </w:rPr>
      </w:pPr>
      <w:r w:rsidRPr="006A541A">
        <w:rPr>
          <w:b/>
        </w:rPr>
        <w:t>администрации</w:t>
      </w:r>
      <w:r>
        <w:rPr>
          <w:b/>
        </w:rPr>
        <w:t xml:space="preserve"> Колыбельского сельского поселения</w:t>
      </w:r>
      <w:r w:rsidRPr="006A541A">
        <w:rPr>
          <w:b/>
        </w:rPr>
        <w:t xml:space="preserve">  </w:t>
      </w:r>
    </w:p>
    <w:p w:rsidR="00D94AD9" w:rsidRPr="006A541A" w:rsidRDefault="00D94AD9">
      <w:pPr>
        <w:rPr>
          <w:b/>
        </w:rPr>
      </w:pPr>
      <w:r w:rsidRPr="006A541A">
        <w:rPr>
          <w:b/>
        </w:rPr>
        <w:t xml:space="preserve">и предоставления этих сведений средствам </w:t>
      </w:r>
    </w:p>
    <w:p w:rsidR="00D94AD9" w:rsidRPr="006A541A" w:rsidRDefault="00D94AD9">
      <w:pPr>
        <w:rPr>
          <w:b/>
        </w:rPr>
      </w:pPr>
      <w:r w:rsidRPr="006A541A">
        <w:rPr>
          <w:b/>
        </w:rPr>
        <w:t>массовой информации для опубликования</w:t>
      </w:r>
    </w:p>
    <w:p w:rsidR="00D94AD9" w:rsidRDefault="00D94AD9"/>
    <w:p w:rsidR="00D94AD9" w:rsidRDefault="00D94AD9"/>
    <w:p w:rsidR="00D94AD9" w:rsidRDefault="00D94AD9" w:rsidP="006A541A">
      <w:pPr>
        <w:spacing w:line="360" w:lineRule="auto"/>
        <w:ind w:firstLine="709"/>
        <w:jc w:val="both"/>
      </w:pPr>
      <w:r>
        <w:t xml:space="preserve">В соответствии с Указом Президента Российской Федерации от 08.07.2013 № 613 «Вопросы противодействия коррупции», администрация Колыбельского сельского поселения </w:t>
      </w:r>
    </w:p>
    <w:p w:rsidR="00D94AD9" w:rsidRPr="006A541A" w:rsidRDefault="00D94AD9" w:rsidP="006A541A">
      <w:pPr>
        <w:spacing w:line="360" w:lineRule="auto"/>
        <w:jc w:val="both"/>
        <w:rPr>
          <w:b/>
        </w:rPr>
      </w:pPr>
      <w:r w:rsidRPr="006A541A">
        <w:rPr>
          <w:b/>
        </w:rPr>
        <w:t>п о с т а н о в л я е т:</w:t>
      </w:r>
    </w:p>
    <w:p w:rsidR="00D94AD9" w:rsidRDefault="00D94AD9" w:rsidP="00522CCE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Утвердить прилагаемый Порядок размещения сведений о доходах, расходах, об имуществе и обязательствах имущественного характера лиц, </w:t>
      </w:r>
      <w:r w:rsidRPr="00E87625">
        <w:t>замещающих</w:t>
      </w:r>
      <w:r w:rsidRPr="00E87625">
        <w:rPr>
          <w:i/>
        </w:rPr>
        <w:t xml:space="preserve"> </w:t>
      </w:r>
      <w:r w:rsidRPr="001F334F">
        <w:t xml:space="preserve"> должности муниципальной службы, а также </w:t>
      </w:r>
      <w:r>
        <w:t>членов их семей на официальном сайте администрации Колыбельского сельского поселения и предоставления этих сведений средствам массовой информации для опубликования.</w:t>
      </w:r>
    </w:p>
    <w:p w:rsidR="00D94AD9" w:rsidRDefault="00D94AD9" w:rsidP="001F334F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</w:pPr>
      <w:r>
        <w:t>Контроль за исполнением настоящего постановления оставляю за собой.</w:t>
      </w:r>
    </w:p>
    <w:p w:rsidR="00D94AD9" w:rsidRDefault="00D94AD9" w:rsidP="00E87625">
      <w:pPr>
        <w:pStyle w:val="ListParagraph"/>
        <w:spacing w:line="360" w:lineRule="auto"/>
        <w:ind w:left="1066"/>
        <w:jc w:val="both"/>
      </w:pPr>
    </w:p>
    <w:p w:rsidR="00D94AD9" w:rsidRDefault="00D94AD9" w:rsidP="006A541A"/>
    <w:p w:rsidR="00D94AD9" w:rsidRDefault="00D94AD9" w:rsidP="006A541A">
      <w:r>
        <w:t>Глава администрации</w:t>
      </w:r>
    </w:p>
    <w:p w:rsidR="00D94AD9" w:rsidRDefault="00D94AD9" w:rsidP="006A541A">
      <w:r>
        <w:t>Колыбельского  сельского поселения                             В.И.Олемской</w:t>
      </w:r>
    </w:p>
    <w:p w:rsidR="00D94AD9" w:rsidRDefault="00D94AD9" w:rsidP="006A541A"/>
    <w:p w:rsidR="00D94AD9" w:rsidRDefault="00D94AD9" w:rsidP="006A541A">
      <w:pPr>
        <w:jc w:val="right"/>
      </w:pPr>
    </w:p>
    <w:p w:rsidR="00D94AD9" w:rsidRDefault="00D94AD9" w:rsidP="006A541A">
      <w:pPr>
        <w:jc w:val="right"/>
      </w:pPr>
      <w:r>
        <w:t xml:space="preserve">УТВЕРЖДЕН </w:t>
      </w:r>
    </w:p>
    <w:p w:rsidR="00D94AD9" w:rsidRDefault="00D94AD9" w:rsidP="006A541A">
      <w:pPr>
        <w:jc w:val="right"/>
      </w:pPr>
      <w:r>
        <w:t xml:space="preserve">постановлением администрации </w:t>
      </w:r>
    </w:p>
    <w:p w:rsidR="00D94AD9" w:rsidRDefault="00D94AD9" w:rsidP="006A541A">
      <w:pPr>
        <w:jc w:val="right"/>
      </w:pPr>
      <w:r>
        <w:t>Колыбельского сельского поселения</w:t>
      </w:r>
    </w:p>
    <w:p w:rsidR="00D94AD9" w:rsidRDefault="00D94AD9" w:rsidP="006A541A">
      <w:pPr>
        <w:jc w:val="right"/>
      </w:pPr>
      <w:r>
        <w:t xml:space="preserve">от 05.12.2013№ 115 </w:t>
      </w:r>
    </w:p>
    <w:p w:rsidR="00D94AD9" w:rsidRDefault="00D94AD9" w:rsidP="006A541A">
      <w:pPr>
        <w:jc w:val="right"/>
      </w:pPr>
    </w:p>
    <w:p w:rsidR="00D94AD9" w:rsidRDefault="00D94AD9" w:rsidP="006A541A">
      <w:pPr>
        <w:jc w:val="right"/>
      </w:pPr>
    </w:p>
    <w:p w:rsidR="00D94AD9" w:rsidRDefault="00D94AD9" w:rsidP="006A541A">
      <w:pPr>
        <w:jc w:val="right"/>
      </w:pPr>
    </w:p>
    <w:p w:rsidR="00D94AD9" w:rsidRPr="003E5BBB" w:rsidRDefault="00D94AD9" w:rsidP="006A541A">
      <w:pPr>
        <w:jc w:val="center"/>
        <w:rPr>
          <w:b/>
        </w:rPr>
      </w:pPr>
      <w:r w:rsidRPr="003E5BBB">
        <w:rPr>
          <w:b/>
        </w:rPr>
        <w:t>ПОРЯДОК</w:t>
      </w:r>
    </w:p>
    <w:p w:rsidR="00D94AD9" w:rsidRPr="003E5BBB" w:rsidRDefault="00D94AD9" w:rsidP="00746CD4">
      <w:pPr>
        <w:jc w:val="center"/>
        <w:rPr>
          <w:b/>
        </w:rPr>
      </w:pPr>
      <w:r w:rsidRPr="003E5BBB">
        <w:rPr>
          <w:b/>
        </w:rPr>
        <w:t>размещения сведений о доходах, расходах, об имуществе и обязательствах имущественного характера лиц</w:t>
      </w:r>
      <w:r>
        <w:rPr>
          <w:b/>
        </w:rPr>
        <w:t>, замещающих  должности муниципальной службы, а также</w:t>
      </w:r>
      <w:r w:rsidRPr="006A541A">
        <w:rPr>
          <w:b/>
        </w:rPr>
        <w:t xml:space="preserve"> </w:t>
      </w:r>
      <w:r w:rsidRPr="003E5BBB">
        <w:rPr>
          <w:b/>
        </w:rPr>
        <w:t xml:space="preserve">членов их семей на официальном сайте администрации </w:t>
      </w:r>
      <w:r>
        <w:rPr>
          <w:b/>
        </w:rPr>
        <w:t xml:space="preserve">Колыбельского сельского поселения </w:t>
      </w:r>
      <w:r w:rsidRPr="003E5BBB">
        <w:rPr>
          <w:b/>
        </w:rPr>
        <w:t xml:space="preserve"> и предоставления этих сведений средствами массовой информации для опубликования</w:t>
      </w:r>
    </w:p>
    <w:p w:rsidR="00D94AD9" w:rsidRDefault="00D94AD9" w:rsidP="006A541A">
      <w:pPr>
        <w:jc w:val="center"/>
      </w:pPr>
    </w:p>
    <w:p w:rsidR="00D94AD9" w:rsidRDefault="00D94AD9" w:rsidP="00746CD4">
      <w:pPr>
        <w:ind w:firstLine="709"/>
        <w:jc w:val="both"/>
        <w:rPr>
          <w:rFonts w:cs="Calibri"/>
        </w:rPr>
      </w:pPr>
      <w:r>
        <w:rPr>
          <w:rFonts w:cs="Calibri"/>
        </w:rPr>
        <w:t xml:space="preserve">1. Настоящим порядком устанавливаются обязанности администрации Колыбельского  сельского поселения по размещению сведений о доходах, расходах, об имуществе и обязательствах имущественного характера лиц, </w:t>
      </w:r>
      <w:r w:rsidRPr="00E87625">
        <w:t>замещающих  должности муниципальной</w:t>
      </w:r>
      <w:r w:rsidRPr="00746CD4">
        <w:t xml:space="preserve"> службы, а также </w:t>
      </w:r>
      <w:r>
        <w:rPr>
          <w:rFonts w:cs="Calibri"/>
        </w:rPr>
        <w:t xml:space="preserve"> их супругов и несовершеннолетних детей на официальном сайте администрации Колыбельского сельского поселения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1" w:name="Par77"/>
      <w:bookmarkEnd w:id="1"/>
      <w:r>
        <w:rPr>
          <w:rFonts w:cs="Calibri"/>
        </w:rPr>
        <w:t xml:space="preserve">2. 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</w:t>
      </w:r>
      <w:r w:rsidRPr="00E87625">
        <w:rPr>
          <w:rFonts w:cs="Calibri"/>
        </w:rPr>
        <w:t xml:space="preserve">замещающих </w:t>
      </w:r>
      <w:r>
        <w:rPr>
          <w:rFonts w:cs="Calibri"/>
        </w:rPr>
        <w:t xml:space="preserve"> должности муниципальной службы,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а) перечень объектов недвижимого имущества, принадлежащих лицам, </w:t>
      </w:r>
      <w:r w:rsidRPr="00E87625">
        <w:rPr>
          <w:rFonts w:cs="Calibri"/>
        </w:rPr>
        <w:t>замещающим  должности муниципальной</w:t>
      </w:r>
      <w:r>
        <w:rPr>
          <w:rFonts w:cs="Calibri"/>
        </w:rPr>
        <w:t xml:space="preserve"> службы,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б) перечень транспортных средств с указанием вида и марки, принадлежащих на праве собственности лицу, замещающему  должности муниципальной службы, его супруге (супругу) и несовершеннолетним детям;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в) декларированный годовой доход лиц, замещающих  должности муниципальной службы, его супруги (супруга) и несовершеннолетних детей;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 должность муниципальной службы и его супруги (супруга) за три последних года, предшествующих совершению сделки.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3. В размещаемых на официальных сайтах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а) иные сведения (кроме указанных в </w:t>
      </w:r>
      <w:hyperlink w:anchor="Par77" w:history="1">
        <w:r>
          <w:rPr>
            <w:rFonts w:cs="Calibri"/>
            <w:color w:val="0000FF"/>
          </w:rPr>
          <w:t>пункте 2</w:t>
        </w:r>
      </w:hyperlink>
      <w:r>
        <w:rPr>
          <w:rFonts w:cs="Calibri"/>
        </w:rPr>
        <w:t xml:space="preserve"> настоящего порядка) о доходах лица, замещающего  должности муниципальной службы,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б) </w:t>
      </w:r>
      <w:hyperlink r:id="rId5" w:history="1">
        <w:r>
          <w:rPr>
            <w:rFonts w:cs="Calibri"/>
            <w:color w:val="0000FF"/>
          </w:rPr>
          <w:t>персональные данные</w:t>
        </w:r>
      </w:hyperlink>
      <w:r>
        <w:rPr>
          <w:rFonts w:cs="Calibri"/>
        </w:rPr>
        <w:t xml:space="preserve"> супруги (супруга), детей и иных членов семьи лиц, замещающих  должности муниципальной службы;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в) данные, позволяющие определить место жительства, почтовый адрес, телефон и иные индивидуальные средства коммуникации лиц, замещающих  должности муниципальной службы, его супруги (супруга), детей и иных членов семьи;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г) данные, позволяющие определить местонахождение объектов недвижимого имущества, принадлежащих лицу, замещающему  должность муниципальной службы, его супруге (супругу), детям, иным членам семьи на праве собственности или находящихся в их пользовании;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д) информацию, отнесенную к </w:t>
      </w:r>
      <w:hyperlink r:id="rId6" w:history="1">
        <w:r>
          <w:rPr>
            <w:rFonts w:cs="Calibri"/>
            <w:color w:val="0000FF"/>
          </w:rPr>
          <w:t>государственной тайне</w:t>
        </w:r>
      </w:hyperlink>
      <w:r>
        <w:rPr>
          <w:rFonts w:cs="Calibri"/>
        </w:rPr>
        <w:t xml:space="preserve"> или являющуюся </w:t>
      </w:r>
      <w:hyperlink r:id="rId7" w:history="1">
        <w:r>
          <w:rPr>
            <w:rFonts w:cs="Calibri"/>
            <w:color w:val="0000FF"/>
          </w:rPr>
          <w:t>конфиденциальной</w:t>
        </w:r>
      </w:hyperlink>
      <w:r>
        <w:rPr>
          <w:rFonts w:cs="Calibri"/>
        </w:rPr>
        <w:t>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77" w:history="1">
        <w:r>
          <w:rPr>
            <w:rFonts w:cs="Calibri"/>
            <w:color w:val="0000FF"/>
          </w:rPr>
          <w:t>пункте 2</w:t>
        </w:r>
      </w:hyperlink>
      <w:r>
        <w:rPr>
          <w:rFonts w:cs="Calibri"/>
        </w:rPr>
        <w:t xml:space="preserve"> настоящего порядка, за весь период замещения лиц, замещающих  должности муниципальной службы,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администрации Колыбельского сельского поселения Лискинского муниципального района и ежегодно обновляются в течение 14 рабочих дней со дня истечения срока, установленного для их подачи.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w:anchor="Par77" w:history="1">
        <w:r>
          <w:rPr>
            <w:rFonts w:cs="Calibri"/>
            <w:color w:val="0000FF"/>
          </w:rPr>
          <w:t>пункте 2</w:t>
        </w:r>
      </w:hyperlink>
      <w:r>
        <w:rPr>
          <w:rFonts w:cs="Calibri"/>
        </w:rPr>
        <w:t xml:space="preserve"> настоящего порядка, представленных лицами, замещающими  должности муниципальной службы обеспечивается  специалистом 1 категории  администрации.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6. Специалист 1 категории администрации  в течение трех рабочих дней со дня поступления запроса от общероссийского средства массовой информации сообщает о нем лицу, замещающему  или должность муниципальной службы, в отношении которого поступил запрос.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Par77" w:history="1">
        <w:r>
          <w:rPr>
            <w:rFonts w:cs="Calibri"/>
            <w:color w:val="0000FF"/>
          </w:rPr>
          <w:t>пункте 2</w:t>
        </w:r>
      </w:hyperlink>
      <w:r>
        <w:rPr>
          <w:rFonts w:cs="Calibri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7. Специалист 1 категории администрации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94AD9" w:rsidRDefault="00D94AD9" w:rsidP="00BE610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D94AD9" w:rsidRPr="006A541A" w:rsidRDefault="00D94AD9" w:rsidP="006A541A">
      <w:pPr>
        <w:jc w:val="both"/>
      </w:pPr>
    </w:p>
    <w:sectPr w:rsidR="00D94AD9" w:rsidRPr="006A541A" w:rsidSect="001D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599F"/>
    <w:multiLevelType w:val="hybridMultilevel"/>
    <w:tmpl w:val="A5985BF4"/>
    <w:lvl w:ilvl="0" w:tplc="EB825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B2317AE"/>
    <w:multiLevelType w:val="hybridMultilevel"/>
    <w:tmpl w:val="1A0CC4D0"/>
    <w:lvl w:ilvl="0" w:tplc="A83470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41A"/>
    <w:rsid w:val="000B3F3C"/>
    <w:rsid w:val="00197AD9"/>
    <w:rsid w:val="001B0327"/>
    <w:rsid w:val="001D5037"/>
    <w:rsid w:val="001E0B4A"/>
    <w:rsid w:val="001F334F"/>
    <w:rsid w:val="002448B8"/>
    <w:rsid w:val="003A7187"/>
    <w:rsid w:val="003E5BBB"/>
    <w:rsid w:val="004B65BC"/>
    <w:rsid w:val="004C74F2"/>
    <w:rsid w:val="004D0403"/>
    <w:rsid w:val="00522CCE"/>
    <w:rsid w:val="006615C2"/>
    <w:rsid w:val="00682C20"/>
    <w:rsid w:val="006A541A"/>
    <w:rsid w:val="0071165B"/>
    <w:rsid w:val="0071189A"/>
    <w:rsid w:val="00746CD4"/>
    <w:rsid w:val="00774691"/>
    <w:rsid w:val="008A0815"/>
    <w:rsid w:val="009B2233"/>
    <w:rsid w:val="00A535AB"/>
    <w:rsid w:val="00BE6101"/>
    <w:rsid w:val="00C33476"/>
    <w:rsid w:val="00C938CD"/>
    <w:rsid w:val="00D94AD9"/>
    <w:rsid w:val="00DB7E81"/>
    <w:rsid w:val="00E1309A"/>
    <w:rsid w:val="00E87625"/>
    <w:rsid w:val="00F15CD3"/>
    <w:rsid w:val="00F8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41A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B0EB33F7DA949723FB5A608D03723637C285480070E36BC159B9F1B1C0471B7DC1A273EBEC9Dr5R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B0EB33F7DA949723FB5A608D0372363BC48B490570E36BC159B9F1B1C0471B7DC1A273EBEC9Cr5REF" TargetMode="External"/><Relationship Id="rId5" Type="http://schemas.openxmlformats.org/officeDocument/2006/relationships/hyperlink" Target="consultantplus://offline/ref=54B0EB33F7DA949723FB5A608D03723633C38B46017CBE61C900B5F3B6CF180C7A88AE72EBEC9E5ErDR4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1080</Words>
  <Characters>6161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Ярцева Ирина Н.</dc:creator>
  <cp:keywords/>
  <dc:description/>
  <cp:lastModifiedBy>Kolubelka</cp:lastModifiedBy>
  <cp:revision>5</cp:revision>
  <cp:lastPrinted>2013-12-11T11:34:00Z</cp:lastPrinted>
  <dcterms:created xsi:type="dcterms:W3CDTF">2013-12-06T10:54:00Z</dcterms:created>
  <dcterms:modified xsi:type="dcterms:W3CDTF">2013-12-11T11:38:00Z</dcterms:modified>
</cp:coreProperties>
</file>